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E6" w:rsidRPr="00122970" w:rsidRDefault="002140E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2140E6" w:rsidRDefault="002140E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2140E6" w:rsidRPr="00371B2B" w:rsidRDefault="002140E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2140E6" w:rsidRPr="00371B2B" w:rsidRDefault="002140E6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2140E6" w:rsidRDefault="002140E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2140E6" w:rsidRPr="00371B2B" w:rsidRDefault="002140E6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2140E6" w:rsidRPr="00371B2B" w:rsidRDefault="002140E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2140E6" w:rsidRDefault="002140E6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Tuszymie</w:t>
      </w:r>
    </w:p>
    <w:p w:rsidR="002140E6" w:rsidRPr="00144DB4" w:rsidRDefault="002140E6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2140E6" w:rsidRPr="00371B2B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2140E6" w:rsidRDefault="002140E6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2140E6" w:rsidRPr="00122970" w:rsidRDefault="002140E6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2140E6" w:rsidRPr="00371B2B" w:rsidRDefault="002140E6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2140E6" w:rsidRPr="00122970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2140E6" w:rsidRPr="00F36C31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2140E6" w:rsidRPr="00122970" w:rsidRDefault="002140E6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Tuszyma 482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39-321 Tuszyma</w:t>
      </w:r>
    </w:p>
    <w:p w:rsidR="002140E6" w:rsidRPr="00F36C31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2140E6" w:rsidRPr="00F36C31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2140E6" w:rsidRPr="00122970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sptuszyma@wp.pl</w:t>
      </w:r>
    </w:p>
    <w:p w:rsidR="002140E6" w:rsidRPr="00F36C31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2140E6" w:rsidRPr="007D3844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2140E6" w:rsidRPr="00122970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581-34-02</w:t>
      </w:r>
    </w:p>
    <w:p w:rsidR="002140E6" w:rsidRPr="00F36C31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2140E6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2140E6" w:rsidRPr="00122970" w:rsidRDefault="002140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2140E6" w:rsidRPr="00371B2B" w:rsidRDefault="002140E6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2140E6" w:rsidRDefault="002140E6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2140E6" w:rsidRDefault="002140E6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2140E6" w:rsidRPr="00371B2B" w:rsidTr="006A1006">
        <w:tc>
          <w:tcPr>
            <w:tcW w:w="421" w:type="dxa"/>
          </w:tcPr>
          <w:p w:rsidR="002140E6" w:rsidRPr="006930BA" w:rsidRDefault="002140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2140E6" w:rsidRPr="00371B2B" w:rsidRDefault="002140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2140E6" w:rsidRDefault="002140E6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2140E6" w:rsidRPr="00371B2B" w:rsidRDefault="002140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2140E6" w:rsidRPr="00371B2B" w:rsidRDefault="002140E6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140E6" w:rsidRDefault="002140E6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140E6" w:rsidRPr="00371B2B" w:rsidRDefault="002140E6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2140E6" w:rsidRDefault="002140E6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2140E6" w:rsidRDefault="002140E6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140E6" w:rsidRPr="00371B2B" w:rsidRDefault="002140E6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Pr="009C5635" w:rsidRDefault="002140E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2140E6" w:rsidRPr="009C5635" w:rsidRDefault="002140E6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9C5635" w:rsidTr="006A1006">
        <w:tc>
          <w:tcPr>
            <w:tcW w:w="421" w:type="dxa"/>
          </w:tcPr>
          <w:p w:rsidR="002140E6" w:rsidRPr="009C5635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Pr="009C5635" w:rsidRDefault="002140E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2140E6" w:rsidRPr="009C5635" w:rsidRDefault="002140E6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9C5635" w:rsidTr="006A1006">
        <w:tc>
          <w:tcPr>
            <w:tcW w:w="421" w:type="dxa"/>
          </w:tcPr>
          <w:p w:rsidR="002140E6" w:rsidRPr="009C5635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Pr="009C5635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2140E6" w:rsidRPr="009C5635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9C5635" w:rsidTr="006A1006">
        <w:tc>
          <w:tcPr>
            <w:tcW w:w="421" w:type="dxa"/>
          </w:tcPr>
          <w:p w:rsidR="002140E6" w:rsidRPr="009C5635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Pr="009C5635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2140E6" w:rsidRPr="009C5635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9C5635" w:rsidTr="006A1006">
        <w:tc>
          <w:tcPr>
            <w:tcW w:w="421" w:type="dxa"/>
          </w:tcPr>
          <w:p w:rsidR="002140E6" w:rsidRPr="009C5635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2140E6" w:rsidRPr="00371B2B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140E6" w:rsidRDefault="002140E6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2140E6" w:rsidRPr="008611E1" w:rsidRDefault="002140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Default="002140E6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2140E6" w:rsidRPr="008611E1" w:rsidRDefault="002140E6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140E6" w:rsidRPr="00371B2B" w:rsidTr="006A1006">
        <w:tc>
          <w:tcPr>
            <w:tcW w:w="421" w:type="dxa"/>
          </w:tcPr>
          <w:p w:rsidR="002140E6" w:rsidRPr="00371B2B" w:rsidRDefault="002140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140E6" w:rsidRPr="00763E28" w:rsidRDefault="002140E6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2140E6" w:rsidRPr="00371B2B" w:rsidRDefault="002140E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2140E6" w:rsidRPr="009C5635" w:rsidRDefault="002140E6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2140E6" w:rsidRPr="00AD7837" w:rsidTr="00617577">
        <w:trPr>
          <w:trHeight w:val="413"/>
        </w:trPr>
        <w:tc>
          <w:tcPr>
            <w:tcW w:w="534" w:type="dxa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2140E6" w:rsidRPr="00AD7837" w:rsidRDefault="002140E6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2140E6" w:rsidRPr="00AD7837" w:rsidTr="00617577">
        <w:trPr>
          <w:trHeight w:val="559"/>
        </w:trPr>
        <w:tc>
          <w:tcPr>
            <w:tcW w:w="534" w:type="dxa"/>
            <w:vMerge w:val="restart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2140E6" w:rsidRPr="00AD7837" w:rsidRDefault="002140E6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2140E6" w:rsidRPr="00AD7837" w:rsidRDefault="002140E6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2140E6" w:rsidRPr="00A33AEA" w:rsidRDefault="002140E6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2140E6" w:rsidRPr="00AD7837" w:rsidTr="00617577">
        <w:trPr>
          <w:trHeight w:val="318"/>
        </w:trPr>
        <w:tc>
          <w:tcPr>
            <w:tcW w:w="534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140E6" w:rsidRPr="00AD7837" w:rsidRDefault="002140E6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2140E6" w:rsidRPr="00AD7837" w:rsidRDefault="002140E6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2140E6" w:rsidRPr="00AD7837" w:rsidTr="00617577">
        <w:trPr>
          <w:trHeight w:val="962"/>
        </w:trPr>
        <w:tc>
          <w:tcPr>
            <w:tcW w:w="534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2140E6" w:rsidRPr="00AD7837" w:rsidRDefault="002140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2140E6" w:rsidRPr="00AD7837" w:rsidRDefault="002140E6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2140E6" w:rsidRPr="00AD7837" w:rsidRDefault="002140E6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2140E6" w:rsidRPr="00AD7837" w:rsidTr="00617577">
        <w:trPr>
          <w:trHeight w:val="408"/>
        </w:trPr>
        <w:tc>
          <w:tcPr>
            <w:tcW w:w="534" w:type="dxa"/>
            <w:vAlign w:val="center"/>
          </w:tcPr>
          <w:p w:rsidR="002140E6" w:rsidRPr="00412B9E" w:rsidRDefault="002140E6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8018590365500019354540</w:t>
            </w:r>
          </w:p>
        </w:tc>
        <w:tc>
          <w:tcPr>
            <w:tcW w:w="1701" w:type="dxa"/>
            <w:vAlign w:val="center"/>
          </w:tcPr>
          <w:p w:rsidR="002140E6" w:rsidRDefault="002140E6" w:rsidP="00214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Tuszyma 482</w:t>
            </w:r>
          </w:p>
          <w:p w:rsidR="002140E6" w:rsidRPr="00412B9E" w:rsidRDefault="002140E6" w:rsidP="00214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39-321 Tuszym</w:t>
            </w:r>
            <w:r w:rsidR="006C63B6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075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140E6" w:rsidRPr="00412B9E" w:rsidRDefault="002140E6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140E6" w:rsidRPr="00412B9E" w:rsidRDefault="000F4D6D" w:rsidP="000F4D6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2140E6" w:rsidRPr="00AD7837" w:rsidTr="00617577">
        <w:trPr>
          <w:trHeight w:val="444"/>
        </w:trPr>
        <w:tc>
          <w:tcPr>
            <w:tcW w:w="534" w:type="dxa"/>
            <w:vAlign w:val="center"/>
          </w:tcPr>
          <w:p w:rsidR="002140E6" w:rsidRPr="00412B9E" w:rsidRDefault="002140E6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2140E6" w:rsidRPr="00412B9E" w:rsidRDefault="002140E6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8018590365500085390459</w:t>
            </w:r>
          </w:p>
        </w:tc>
        <w:tc>
          <w:tcPr>
            <w:tcW w:w="1701" w:type="dxa"/>
            <w:vAlign w:val="center"/>
          </w:tcPr>
          <w:p w:rsidR="002140E6" w:rsidRDefault="002140E6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Tuszyma 482</w:t>
            </w:r>
          </w:p>
          <w:p w:rsidR="002140E6" w:rsidRPr="00412B9E" w:rsidRDefault="002140E6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39-321 Tuszyma</w:t>
            </w:r>
          </w:p>
        </w:tc>
        <w:tc>
          <w:tcPr>
            <w:tcW w:w="1075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140E6" w:rsidRPr="00412B9E" w:rsidRDefault="002140E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140E6" w:rsidRPr="00412B9E" w:rsidRDefault="002140E6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140E6" w:rsidRPr="00412B9E" w:rsidRDefault="000F4D6D" w:rsidP="000F4D6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2140E6" w:rsidRPr="008611E1" w:rsidRDefault="002140E6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2140E6" w:rsidRPr="008611E1" w:rsidRDefault="002140E6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2140E6" w:rsidRDefault="002140E6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2140E6" w:rsidRDefault="002140E6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2140E6" w:rsidRPr="004760F6" w:rsidTr="002C13B3">
        <w:trPr>
          <w:trHeight w:val="309"/>
        </w:trPr>
        <w:tc>
          <w:tcPr>
            <w:tcW w:w="2694" w:type="dxa"/>
          </w:tcPr>
          <w:p w:rsidR="002140E6" w:rsidRPr="004760F6" w:rsidRDefault="002140E6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2140E6" w:rsidRPr="004760F6" w:rsidRDefault="002140E6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2140E6" w:rsidRPr="004760F6" w:rsidRDefault="002140E6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2140E6" w:rsidRPr="004760F6" w:rsidTr="002C13B3">
        <w:trPr>
          <w:trHeight w:val="689"/>
        </w:trPr>
        <w:tc>
          <w:tcPr>
            <w:tcW w:w="2694" w:type="dxa"/>
          </w:tcPr>
          <w:p w:rsidR="002140E6" w:rsidRPr="004760F6" w:rsidRDefault="002140E6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2140E6" w:rsidRPr="004760F6" w:rsidRDefault="002140E6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2140E6" w:rsidRPr="004760F6" w:rsidRDefault="002140E6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2140E6" w:rsidRPr="00B63457" w:rsidRDefault="002140E6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2140E6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E22" w:rsidRDefault="00DC1E22">
      <w:r>
        <w:separator/>
      </w:r>
    </w:p>
  </w:endnote>
  <w:endnote w:type="continuationSeparator" w:id="0">
    <w:p w:rsidR="00DC1E22" w:rsidRDefault="00DC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E22" w:rsidRDefault="00DC1E22">
      <w:r>
        <w:separator/>
      </w:r>
    </w:p>
  </w:footnote>
  <w:footnote w:type="continuationSeparator" w:id="0">
    <w:p w:rsidR="00DC1E22" w:rsidRDefault="00DC1E22">
      <w:r>
        <w:continuationSeparator/>
      </w:r>
    </w:p>
  </w:footnote>
  <w:footnote w:id="1">
    <w:p w:rsidR="002140E6" w:rsidRPr="00EF7F64" w:rsidRDefault="002140E6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2140E6" w:rsidRPr="00EF7F64" w:rsidRDefault="002140E6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2140E6" w:rsidRPr="00EF7F64" w:rsidRDefault="002140E6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2140E6" w:rsidRDefault="002140E6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2140E6" w:rsidRPr="00822183" w:rsidRDefault="002140E6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2140E6" w:rsidRDefault="002140E6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2140E6" w:rsidRPr="00D23820" w:rsidRDefault="002140E6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2140E6" w:rsidRPr="008611E1" w:rsidRDefault="002140E6">
      <w:pPr>
        <w:pStyle w:val="Tekstprzypisudolnego"/>
        <w:rPr>
          <w:sz w:val="2"/>
          <w:szCs w:val="2"/>
        </w:rPr>
      </w:pPr>
    </w:p>
  </w:footnote>
  <w:footnote w:id="9">
    <w:p w:rsidR="002140E6" w:rsidRPr="008611E1" w:rsidRDefault="002140E6" w:rsidP="00CD0317">
      <w:pPr>
        <w:pStyle w:val="Tekstprzypisudolnego"/>
        <w:rPr>
          <w:sz w:val="2"/>
          <w:szCs w:val="2"/>
        </w:rPr>
      </w:pPr>
    </w:p>
  </w:footnote>
  <w:footnote w:id="10">
    <w:p w:rsidR="002140E6" w:rsidRPr="008611E1" w:rsidRDefault="002140E6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B8" w:rsidRPr="00122970" w:rsidRDefault="00C139B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F4D6D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4D6D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40E6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D72DD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3B6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3261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1E22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962C07-28B1-4C97-BD21-693A535C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1158</Words>
  <Characters>6952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2022-07-03T08:53:00Z</dcterms:created>
  <dcterms:modified xsi:type="dcterms:W3CDTF">2022-08-09T09:52:00Z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